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A022D8" w14:textId="77777777" w:rsidR="004D36D7" w:rsidRPr="00FD4A68" w:rsidRDefault="00615005" w:rsidP="00B47940">
      <w:pPr>
        <w:pStyle w:val="Title"/>
        <w:rPr>
          <w:rStyle w:val="LabTitleInstVersred"/>
          <w:b/>
          <w:color w:val="auto"/>
        </w:rPr>
      </w:pPr>
      <w:sdt>
        <w:sdtPr>
          <w:rPr>
            <w:b w:val="0"/>
            <w:color w:val="EE0000"/>
          </w:rPr>
          <w:alias w:val="Title"/>
          <w:tag w:val=""/>
          <w:id w:val="-487021785"/>
          <w:placeholder>
            <w:docPart w:val="8D5E452732D3413D8C2C89CB154A2C4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6F3E1D" w:rsidRPr="006F3E1D">
            <w:t xml:space="preserve">Lab </w:t>
          </w:r>
          <w:r w:rsidR="006F3E1D">
            <w:t>-</w:t>
          </w:r>
          <w:r w:rsidR="006F3E1D" w:rsidRPr="006F3E1D">
            <w:t xml:space="preserve"> Hashing Things Out</w:t>
          </w:r>
        </w:sdtContent>
      </w:sdt>
      <w:r w:rsidR="004D36D7" w:rsidRPr="00FD4A68">
        <w:t xml:space="preserve"> </w:t>
      </w:r>
      <w:r w:rsidR="00D84BDA" w:rsidRPr="00FD4A68">
        <w:rPr>
          <w:rStyle w:val="LabTitleInstVersred"/>
        </w:rPr>
        <w:t>(Instructor Version)</w:t>
      </w:r>
    </w:p>
    <w:p w14:paraId="07658713"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5CFB85C5" w14:textId="77777777" w:rsidR="00D778DF" w:rsidRPr="00E70096" w:rsidRDefault="00D778DF" w:rsidP="00D452F4">
      <w:pPr>
        <w:pStyle w:val="Heading1"/>
      </w:pPr>
      <w:r w:rsidRPr="00E70096">
        <w:t>Objectives</w:t>
      </w:r>
    </w:p>
    <w:p w14:paraId="3847B44D" w14:textId="311E01CD" w:rsidR="006F3E1D" w:rsidRDefault="006029B5" w:rsidP="003316B9">
      <w:pPr>
        <w:pStyle w:val="BodyTextL25Bold"/>
      </w:pPr>
      <w:r>
        <w:t>Part</w:t>
      </w:r>
      <w:r w:rsidR="00F749FC">
        <w:t xml:space="preserve"> 1: Hashing a Text File with OpenSSL</w:t>
      </w:r>
    </w:p>
    <w:p w14:paraId="31DCD0BB" w14:textId="67212A87" w:rsidR="00D778DF" w:rsidRPr="004C0909" w:rsidRDefault="006029B5" w:rsidP="003316B9">
      <w:pPr>
        <w:pStyle w:val="BodyTextL25Bold"/>
      </w:pPr>
      <w:r>
        <w:t>Part</w:t>
      </w:r>
      <w:r w:rsidR="006F3E1D">
        <w:t xml:space="preserve"> 2: Verifying Hashes</w:t>
      </w:r>
    </w:p>
    <w:p w14:paraId="7F4058D7" w14:textId="77777777" w:rsidR="00D778DF" w:rsidRDefault="00D778DF" w:rsidP="00D452F4">
      <w:pPr>
        <w:pStyle w:val="Heading1"/>
      </w:pPr>
      <w:r w:rsidRPr="00E70096">
        <w:t>Background / Scenario</w:t>
      </w:r>
    </w:p>
    <w:p w14:paraId="4638E514" w14:textId="221FC853" w:rsidR="006F3E1D" w:rsidRPr="006F3E1D" w:rsidRDefault="006F3E1D" w:rsidP="006F3E1D">
      <w:pPr>
        <w:pStyle w:val="InstNoteRedL25"/>
        <w:rPr>
          <w:color w:val="auto"/>
        </w:rPr>
      </w:pPr>
      <w:r w:rsidRPr="006F3E1D">
        <w:rPr>
          <w:color w:val="auto"/>
        </w:rPr>
        <w:t>Hash functions are mathematical algorithms designed to take data as input and generate a fixed-size, unique string of characters, also known as the hash. Designed to be fast, hash functions are very hard to reverse; it is very hard to recover the data that created any given hash, based on the hash alone. Another important property of hash function is that even the smallest change done to the input data yields a completely different hash.</w:t>
      </w:r>
    </w:p>
    <w:p w14:paraId="1F6A27E9" w14:textId="0FB917AC" w:rsidR="00D778DF" w:rsidRPr="006F3E1D" w:rsidRDefault="006F3E1D" w:rsidP="006F3E1D">
      <w:pPr>
        <w:pStyle w:val="InstNoteRedL25"/>
        <w:rPr>
          <w:rStyle w:val="BodyTextL25Char"/>
          <w:color w:val="auto"/>
        </w:rPr>
      </w:pPr>
      <w:r w:rsidRPr="006F3E1D">
        <w:rPr>
          <w:color w:val="auto"/>
        </w:rPr>
        <w:t>While OpenSSL can be used to generate and compare hashes, other tools are available. Some of these tools are also included in this lab</w:t>
      </w:r>
      <w:r w:rsidRPr="006F3E1D">
        <w:rPr>
          <w:rStyle w:val="BodyTextL25Char"/>
          <w:color w:val="auto"/>
        </w:rPr>
        <w:t>.</w:t>
      </w:r>
    </w:p>
    <w:p w14:paraId="4689CF90" w14:textId="77777777" w:rsidR="00D778DF" w:rsidRPr="00E70096" w:rsidRDefault="00D778DF" w:rsidP="00D452F4">
      <w:pPr>
        <w:pStyle w:val="Heading1"/>
      </w:pPr>
      <w:r w:rsidRPr="00E70096">
        <w:t>Required Resources</w:t>
      </w:r>
    </w:p>
    <w:p w14:paraId="50317CBD" w14:textId="71A93504" w:rsidR="006F3E1D" w:rsidRDefault="006F3E1D" w:rsidP="006F3E1D">
      <w:pPr>
        <w:pStyle w:val="Bulletlevel1"/>
      </w:pPr>
      <w:proofErr w:type="spellStart"/>
      <w:r>
        <w:t>CyberOps</w:t>
      </w:r>
      <w:proofErr w:type="spellEnd"/>
      <w:r>
        <w:t xml:space="preserve"> Workstation </w:t>
      </w:r>
      <w:r w:rsidR="00794218">
        <w:t>virtual machine</w:t>
      </w:r>
    </w:p>
    <w:p w14:paraId="0AAB71D1" w14:textId="77777777" w:rsidR="00125806" w:rsidRDefault="00125806" w:rsidP="00D452F4">
      <w:pPr>
        <w:pStyle w:val="Heading1"/>
      </w:pPr>
      <w:r>
        <w:t>Instructions</w:t>
      </w:r>
    </w:p>
    <w:p w14:paraId="00BC0002" w14:textId="4E145787" w:rsidR="006F3E1D" w:rsidRPr="00164274" w:rsidRDefault="003316B9" w:rsidP="006F3E1D">
      <w:pPr>
        <w:pStyle w:val="Heading2"/>
      </w:pPr>
      <w:r>
        <w:t>Hashing a Text File</w:t>
      </w:r>
      <w:r w:rsidR="006F3E1D">
        <w:t xml:space="preserve"> with OpenSSL</w:t>
      </w:r>
    </w:p>
    <w:p w14:paraId="47590D2A" w14:textId="77777777" w:rsidR="006F3E1D" w:rsidRDefault="006F3E1D" w:rsidP="006F3E1D">
      <w:pPr>
        <w:pStyle w:val="BodyTextL25"/>
      </w:pPr>
      <w:r>
        <w:t>OpenSSL can be used as a standalone tool for hashing. To create a hash of a text file, follow the steps below:</w:t>
      </w:r>
    </w:p>
    <w:p w14:paraId="403DB440" w14:textId="77777777" w:rsidR="006F3E1D" w:rsidRPr="003316B9" w:rsidRDefault="006F3E1D" w:rsidP="006F3E1D">
      <w:pPr>
        <w:pStyle w:val="SubStepAlpha"/>
        <w:rPr>
          <w:bCs/>
        </w:rPr>
      </w:pPr>
      <w:r>
        <w:t xml:space="preserve">In the </w:t>
      </w:r>
      <w:proofErr w:type="spellStart"/>
      <w:r>
        <w:t>CyberOps</w:t>
      </w:r>
      <w:proofErr w:type="spellEnd"/>
      <w:r>
        <w:t xml:space="preserve"> Workstation virtual machine, open a terminal window.</w:t>
      </w:r>
    </w:p>
    <w:p w14:paraId="1A38DBE9" w14:textId="77777777" w:rsidR="006F3E1D" w:rsidRPr="003316B9" w:rsidRDefault="006F3E1D" w:rsidP="006F3E1D">
      <w:pPr>
        <w:pStyle w:val="SubStepAlpha"/>
        <w:rPr>
          <w:bCs/>
        </w:rPr>
      </w:pPr>
      <w:r>
        <w:t xml:space="preserve">Because the text file to hash is in </w:t>
      </w:r>
      <w:r w:rsidRPr="00E35C46">
        <w:t>the /home/analyst/</w:t>
      </w:r>
      <w:proofErr w:type="spellStart"/>
      <w:r w:rsidRPr="00E35C46">
        <w:t>lab.support.files</w:t>
      </w:r>
      <w:proofErr w:type="spellEnd"/>
      <w:r w:rsidRPr="00E35C46">
        <w:t>/ direc</w:t>
      </w:r>
      <w:r>
        <w:t>tory, change to that directory:</w:t>
      </w:r>
    </w:p>
    <w:p w14:paraId="12593943" w14:textId="77777777" w:rsidR="006F3E1D" w:rsidRPr="00524CD4" w:rsidRDefault="006F3E1D" w:rsidP="006F3E1D">
      <w:pPr>
        <w:pStyle w:val="CMD"/>
      </w:pPr>
      <w:r w:rsidRPr="00524CD4">
        <w:t>[</w:t>
      </w:r>
      <w:proofErr w:type="spellStart"/>
      <w:r w:rsidRPr="00524CD4">
        <w:t>analyst@secOps</w:t>
      </w:r>
      <w:proofErr w:type="spellEnd"/>
      <w:r w:rsidRPr="00524CD4">
        <w:t xml:space="preserve"> </w:t>
      </w:r>
      <w:proofErr w:type="gramStart"/>
      <w:r w:rsidRPr="00524CD4">
        <w:t>~]$</w:t>
      </w:r>
      <w:proofErr w:type="gramEnd"/>
      <w:r w:rsidRPr="00524CD4">
        <w:t xml:space="preserve"> </w:t>
      </w:r>
      <w:r w:rsidRPr="00151E73">
        <w:rPr>
          <w:b/>
        </w:rPr>
        <w:t>cd /home/analyst/</w:t>
      </w:r>
      <w:proofErr w:type="spellStart"/>
      <w:r w:rsidRPr="00151E73">
        <w:rPr>
          <w:b/>
        </w:rPr>
        <w:t>lab.support.files</w:t>
      </w:r>
      <w:proofErr w:type="spellEnd"/>
      <w:r w:rsidRPr="00151E73">
        <w:rPr>
          <w:b/>
        </w:rPr>
        <w:t>/</w:t>
      </w:r>
    </w:p>
    <w:p w14:paraId="03F67AFD" w14:textId="77777777" w:rsidR="006F3E1D" w:rsidRPr="003316B9" w:rsidRDefault="006F3E1D" w:rsidP="006F3E1D">
      <w:pPr>
        <w:pStyle w:val="SubStepAlpha"/>
        <w:rPr>
          <w:bCs/>
        </w:rPr>
      </w:pPr>
      <w:r>
        <w:t>Type the command below to list the contents of t</w:t>
      </w:r>
      <w:r w:rsidRPr="00E35C46">
        <w:t>he letter_to_grandma.txt tex</w:t>
      </w:r>
      <w:r>
        <w:t>t file on the screen:</w:t>
      </w:r>
    </w:p>
    <w:p w14:paraId="21D8DF81" w14:textId="77777777" w:rsidR="006F3E1D" w:rsidRPr="001729B7" w:rsidRDefault="006F3E1D" w:rsidP="006F3E1D">
      <w:pPr>
        <w:pStyle w:val="CMD"/>
      </w:pPr>
      <w:r w:rsidRPr="00524CD4">
        <w:t>[</w:t>
      </w:r>
      <w:proofErr w:type="spellStart"/>
      <w:r w:rsidRPr="00524CD4">
        <w:t>analyst@secOps</w:t>
      </w:r>
      <w:proofErr w:type="spellEnd"/>
      <w:r w:rsidRPr="00524CD4">
        <w:t xml:space="preserve"> </w:t>
      </w:r>
      <w:proofErr w:type="spellStart"/>
      <w:proofErr w:type="gramStart"/>
      <w:r w:rsidRPr="00524CD4">
        <w:t>lab.support</w:t>
      </w:r>
      <w:proofErr w:type="gramEnd"/>
      <w:r w:rsidRPr="00524CD4">
        <w:t>.files</w:t>
      </w:r>
      <w:proofErr w:type="spellEnd"/>
      <w:r w:rsidRPr="00524CD4">
        <w:t xml:space="preserve">]$ </w:t>
      </w:r>
      <w:r w:rsidRPr="00524CD4">
        <w:rPr>
          <w:b/>
        </w:rPr>
        <w:t xml:space="preserve">cat letter_to_grandma.txt </w:t>
      </w:r>
    </w:p>
    <w:p w14:paraId="1803160E" w14:textId="77777777" w:rsidR="006F3E1D" w:rsidRPr="001729B7" w:rsidRDefault="006F3E1D" w:rsidP="006F3E1D">
      <w:pPr>
        <w:pStyle w:val="CMDOutput"/>
      </w:pPr>
      <w:r w:rsidRPr="001729B7">
        <w:t>Hi Grandma,</w:t>
      </w:r>
    </w:p>
    <w:p w14:paraId="4971E7C9" w14:textId="77777777" w:rsidR="006F3E1D" w:rsidRPr="001729B7" w:rsidRDefault="006F3E1D" w:rsidP="006F3E1D">
      <w:pPr>
        <w:pStyle w:val="CMDOutput"/>
      </w:pPr>
      <w:r w:rsidRPr="001729B7">
        <w:t xml:space="preserve">I am writing this letter to thank you for the chocolate chip cookies you sent me. I got them this morning and I have already eaten half of the box! They are </w:t>
      </w:r>
      <w:proofErr w:type="gramStart"/>
      <w:r w:rsidRPr="001729B7">
        <w:t>absolutely delicious</w:t>
      </w:r>
      <w:proofErr w:type="gramEnd"/>
      <w:r w:rsidRPr="001729B7">
        <w:t>!</w:t>
      </w:r>
    </w:p>
    <w:p w14:paraId="31D5D58C" w14:textId="77777777" w:rsidR="006F3E1D" w:rsidRPr="001729B7" w:rsidRDefault="006F3E1D" w:rsidP="006F3E1D">
      <w:pPr>
        <w:pStyle w:val="CMDOutput"/>
      </w:pPr>
    </w:p>
    <w:p w14:paraId="736E394B" w14:textId="77777777" w:rsidR="006F3E1D" w:rsidRPr="001729B7" w:rsidRDefault="006F3E1D" w:rsidP="006F3E1D">
      <w:pPr>
        <w:pStyle w:val="CMDOutput"/>
      </w:pPr>
      <w:r w:rsidRPr="001729B7">
        <w:t xml:space="preserve">I wish </w:t>
      </w:r>
      <w:r>
        <w:t xml:space="preserve">you </w:t>
      </w:r>
      <w:r w:rsidRPr="001729B7">
        <w:t>all the best. Love,</w:t>
      </w:r>
    </w:p>
    <w:p w14:paraId="6698DF7D" w14:textId="317CF916" w:rsidR="006F3E1D" w:rsidRDefault="006F3E1D" w:rsidP="006F3E1D">
      <w:pPr>
        <w:pStyle w:val="CMDOutput"/>
      </w:pPr>
      <w:r w:rsidRPr="001729B7">
        <w:t>Your cookie-eater grandchild.</w:t>
      </w:r>
    </w:p>
    <w:p w14:paraId="226C930A" w14:textId="77777777" w:rsidR="00FF1F30" w:rsidRPr="001729B7" w:rsidRDefault="00FF1F30" w:rsidP="006F3E1D">
      <w:pPr>
        <w:pStyle w:val="CMDOutput"/>
      </w:pPr>
    </w:p>
    <w:p w14:paraId="11C2B852" w14:textId="74A12E04" w:rsidR="006F3E1D" w:rsidRPr="003316B9" w:rsidRDefault="00C12A11" w:rsidP="006F3E1D">
      <w:pPr>
        <w:pStyle w:val="SubStepAlpha"/>
        <w:rPr>
          <w:bCs/>
        </w:rPr>
      </w:pPr>
      <w:r>
        <w:t>F</w:t>
      </w:r>
      <w:r w:rsidR="006F3E1D">
        <w:t xml:space="preserve">rom the terminal window, issue the command below to hash the text file. The command will use </w:t>
      </w:r>
      <w:r w:rsidR="00895B22">
        <w:t>SHA-</w:t>
      </w:r>
      <w:r w:rsidR="007A469B">
        <w:t>2-</w:t>
      </w:r>
      <w:r w:rsidR="00895B22">
        <w:t>256</w:t>
      </w:r>
      <w:r w:rsidR="006F3E1D">
        <w:t xml:space="preserve"> as </w:t>
      </w:r>
      <w:r w:rsidR="0000683C">
        <w:t xml:space="preserve">the </w:t>
      </w:r>
      <w:r w:rsidR="006F3E1D">
        <w:t>hashing algorithm to generate a hash of the text file. The hash will be displayed on the screen after OpenSSL has computed it.</w:t>
      </w:r>
    </w:p>
    <w:p w14:paraId="7625E991" w14:textId="1CB49800" w:rsidR="006F3E1D" w:rsidRPr="001729B7" w:rsidRDefault="006F3E1D" w:rsidP="006F3E1D">
      <w:pPr>
        <w:pStyle w:val="CMD"/>
      </w:pPr>
      <w:r w:rsidRPr="00524CD4">
        <w:t>[</w:t>
      </w:r>
      <w:proofErr w:type="spellStart"/>
      <w:r w:rsidRPr="00524CD4">
        <w:t>analyst@secOps</w:t>
      </w:r>
      <w:proofErr w:type="spellEnd"/>
      <w:r w:rsidRPr="00524CD4">
        <w:t xml:space="preserve"> </w:t>
      </w:r>
      <w:proofErr w:type="spellStart"/>
      <w:proofErr w:type="gramStart"/>
      <w:r w:rsidRPr="00524CD4">
        <w:t>lab.support</w:t>
      </w:r>
      <w:proofErr w:type="gramEnd"/>
      <w:r w:rsidRPr="00524CD4">
        <w:t>.files</w:t>
      </w:r>
      <w:proofErr w:type="spellEnd"/>
      <w:r w:rsidRPr="00524CD4">
        <w:t xml:space="preserve">]$ </w:t>
      </w:r>
      <w:proofErr w:type="spellStart"/>
      <w:r w:rsidRPr="00524CD4">
        <w:rPr>
          <w:b/>
        </w:rPr>
        <w:t>openssl</w:t>
      </w:r>
      <w:proofErr w:type="spellEnd"/>
      <w:r w:rsidRPr="00524CD4">
        <w:rPr>
          <w:b/>
        </w:rPr>
        <w:t xml:space="preserve"> </w:t>
      </w:r>
      <w:r w:rsidR="00FF1458">
        <w:rPr>
          <w:b/>
        </w:rPr>
        <w:t>sha256</w:t>
      </w:r>
      <w:r w:rsidRPr="00524CD4">
        <w:rPr>
          <w:b/>
        </w:rPr>
        <w:t xml:space="preserve"> letter_to_grandma.txt</w:t>
      </w:r>
      <w:r w:rsidRPr="001729B7">
        <w:t xml:space="preserve"> </w:t>
      </w:r>
    </w:p>
    <w:p w14:paraId="277E6054" w14:textId="7A1B4A0E" w:rsidR="006F3E1D" w:rsidRPr="001729B7" w:rsidRDefault="00FF1458" w:rsidP="006F3E1D">
      <w:pPr>
        <w:pStyle w:val="CMD"/>
      </w:pPr>
      <w:r w:rsidRPr="00FF1458">
        <w:t>SHA256(</w:t>
      </w:r>
      <w:proofErr w:type="gramStart"/>
      <w:r w:rsidRPr="00FF1458">
        <w:t>letter_to_grandma.txt)=</w:t>
      </w:r>
      <w:proofErr w:type="gramEnd"/>
      <w:r w:rsidRPr="00FF1458">
        <w:t xml:space="preserve"> deff9c9bbece44866796ff6cf21f2612fbb77aa1b2515a900bafb29be118080b</w:t>
      </w:r>
    </w:p>
    <w:p w14:paraId="36424BB6" w14:textId="494F9E48" w:rsidR="006F3E1D" w:rsidRDefault="006F3E1D" w:rsidP="006F3E1D">
      <w:pPr>
        <w:pStyle w:val="SubStepAlpha"/>
        <w:numPr>
          <w:ilvl w:val="0"/>
          <w:numId w:val="0"/>
        </w:numPr>
        <w:ind w:left="720"/>
      </w:pPr>
      <w:r>
        <w:lastRenderedPageBreak/>
        <w:t xml:space="preserve">Notice the format of the output. OpenSSL displays the hashing algorithm used, </w:t>
      </w:r>
      <w:r w:rsidR="00FF1458">
        <w:t>SHA</w:t>
      </w:r>
      <w:r w:rsidR="00895B22">
        <w:t>-</w:t>
      </w:r>
      <w:r w:rsidR="00FF1458">
        <w:t>256</w:t>
      </w:r>
      <w:r>
        <w:t xml:space="preserve">, followed by the name of file used as input data. The </w:t>
      </w:r>
      <w:r w:rsidR="00FF1458">
        <w:t>SHA</w:t>
      </w:r>
      <w:r w:rsidR="00895B22">
        <w:t>-</w:t>
      </w:r>
      <w:r w:rsidR="00FF1458">
        <w:t>256</w:t>
      </w:r>
      <w:r>
        <w:t xml:space="preserve"> hash itself is displayed after the equal (‘=’) sign.</w:t>
      </w:r>
    </w:p>
    <w:p w14:paraId="285F4CC0" w14:textId="77777777" w:rsidR="006F3E1D" w:rsidRDefault="006F3E1D" w:rsidP="006F3E1D">
      <w:pPr>
        <w:pStyle w:val="SubStepAlpha"/>
      </w:pPr>
      <w:r>
        <w:t>Hash functions are useful for verifying the integrity of the data regardless of whether it is an image, a song, or a simple text file. The smallest change results in a completely different hash. Hashes can be calculated before and after transmission, and then compared. If the hashes do not match, then data was modified during transmission.</w:t>
      </w:r>
    </w:p>
    <w:p w14:paraId="6B102E1A" w14:textId="77777777" w:rsidR="006F3E1D" w:rsidRDefault="006F3E1D" w:rsidP="006F3E1D">
      <w:pPr>
        <w:pStyle w:val="SubStepAlpha"/>
        <w:numPr>
          <w:ilvl w:val="0"/>
          <w:numId w:val="0"/>
        </w:numPr>
        <w:ind w:left="720"/>
      </w:pPr>
      <w:r>
        <w:t>Let’s modify t</w:t>
      </w:r>
      <w:r w:rsidRPr="00E35C46">
        <w:t xml:space="preserve">he letter_to_grandma.txt text </w:t>
      </w:r>
      <w:r>
        <w:t xml:space="preserve">file and recalculate the MD5 hash. Issue the command below to open </w:t>
      </w:r>
      <w:r w:rsidRPr="00531AC2">
        <w:rPr>
          <w:b/>
        </w:rPr>
        <w:t>nano</w:t>
      </w:r>
      <w:r>
        <w:rPr>
          <w:b/>
        </w:rPr>
        <w:t xml:space="preserve">, </w:t>
      </w:r>
      <w:r>
        <w:t>a command-line text editor.</w:t>
      </w:r>
    </w:p>
    <w:p w14:paraId="66C578CE" w14:textId="77777777" w:rsidR="006F3E1D" w:rsidRDefault="006F3E1D" w:rsidP="006F3E1D">
      <w:pPr>
        <w:pStyle w:val="CMD"/>
      </w:pPr>
      <w:r w:rsidRPr="00524CD4">
        <w:t>[</w:t>
      </w:r>
      <w:proofErr w:type="spellStart"/>
      <w:r w:rsidRPr="00524CD4">
        <w:t>analyst@secOps</w:t>
      </w:r>
      <w:proofErr w:type="spellEnd"/>
      <w:r w:rsidRPr="00524CD4">
        <w:t xml:space="preserve"> </w:t>
      </w:r>
      <w:proofErr w:type="spellStart"/>
      <w:proofErr w:type="gramStart"/>
      <w:r w:rsidRPr="00524CD4">
        <w:t>lab.support</w:t>
      </w:r>
      <w:proofErr w:type="gramEnd"/>
      <w:r w:rsidRPr="00524CD4">
        <w:t>.files</w:t>
      </w:r>
      <w:proofErr w:type="spellEnd"/>
      <w:r w:rsidRPr="00524CD4">
        <w:t xml:space="preserve">]$ </w:t>
      </w:r>
      <w:r w:rsidRPr="00524CD4">
        <w:rPr>
          <w:b/>
        </w:rPr>
        <w:t>nano letter_to_grandma.txt</w:t>
      </w:r>
    </w:p>
    <w:p w14:paraId="40B85D43" w14:textId="77777777" w:rsidR="006F3E1D" w:rsidRDefault="006F3E1D" w:rsidP="006F3E1D">
      <w:pPr>
        <w:pStyle w:val="SubStepAlpha"/>
        <w:numPr>
          <w:ilvl w:val="0"/>
          <w:numId w:val="0"/>
        </w:numPr>
        <w:ind w:left="720"/>
      </w:pPr>
      <w:r>
        <w:t xml:space="preserve">Using </w:t>
      </w:r>
      <w:r w:rsidRPr="00D75298">
        <w:rPr>
          <w:b/>
        </w:rPr>
        <w:t>nano</w:t>
      </w:r>
      <w:r>
        <w:t xml:space="preserve">, change the first sentence from </w:t>
      </w:r>
      <w:r w:rsidRPr="00D75298">
        <w:rPr>
          <w:b/>
        </w:rPr>
        <w:t>‘Hi Grandma’</w:t>
      </w:r>
      <w:r>
        <w:t xml:space="preserve"> to </w:t>
      </w:r>
      <w:r w:rsidRPr="00D75298">
        <w:rPr>
          <w:b/>
        </w:rPr>
        <w:t>‘Hi Grandpa’</w:t>
      </w:r>
      <w:r>
        <w:t xml:space="preserve">. Notice we are changing only one character, </w:t>
      </w:r>
      <w:r w:rsidRPr="00D75298">
        <w:rPr>
          <w:b/>
        </w:rPr>
        <w:t>‘m’</w:t>
      </w:r>
      <w:r>
        <w:t xml:space="preserve"> to </w:t>
      </w:r>
      <w:r w:rsidRPr="00D75298">
        <w:rPr>
          <w:b/>
        </w:rPr>
        <w:t>‘p’</w:t>
      </w:r>
      <w:r>
        <w:t xml:space="preserve">. After the change has been made, press the </w:t>
      </w:r>
      <w:r w:rsidRPr="00D75298">
        <w:rPr>
          <w:b/>
        </w:rPr>
        <w:t>&lt;CONTROL+X&gt;</w:t>
      </w:r>
      <w:r>
        <w:t xml:space="preserve"> keys to save the modified file. Press </w:t>
      </w:r>
      <w:r w:rsidRPr="00D75298">
        <w:rPr>
          <w:b/>
        </w:rPr>
        <w:t>‘Y’</w:t>
      </w:r>
      <w:r>
        <w:t xml:space="preserve"> to confirm the name and save the file. Press the </w:t>
      </w:r>
      <w:r w:rsidRPr="0031051C">
        <w:rPr>
          <w:b/>
        </w:rPr>
        <w:t>&lt;Enter&gt;</w:t>
      </w:r>
      <w:r>
        <w:t xml:space="preserve"> key and you will exit out of </w:t>
      </w:r>
      <w:r w:rsidRPr="0031051C">
        <w:t>nano</w:t>
      </w:r>
      <w:r>
        <w:t xml:space="preserve"> to continue onto the next step.</w:t>
      </w:r>
    </w:p>
    <w:p w14:paraId="7BDEB8CA" w14:textId="2EE86FAC" w:rsidR="006F3E1D" w:rsidRDefault="006F3E1D" w:rsidP="006F3E1D">
      <w:pPr>
        <w:pStyle w:val="SubStepAlpha"/>
      </w:pPr>
      <w:r>
        <w:t xml:space="preserve">Now that the file has been modified and saved, run the same command again to generate a </w:t>
      </w:r>
      <w:r w:rsidR="00FF1458">
        <w:t>SHA</w:t>
      </w:r>
      <w:r w:rsidR="00895B22">
        <w:t>-</w:t>
      </w:r>
      <w:r w:rsidR="007A469B">
        <w:t>2-</w:t>
      </w:r>
      <w:r w:rsidR="00FF1458">
        <w:t>256</w:t>
      </w:r>
      <w:r>
        <w:t xml:space="preserve"> hash of the file.</w:t>
      </w:r>
    </w:p>
    <w:p w14:paraId="2A641B57" w14:textId="11A12672" w:rsidR="006F3E1D" w:rsidRPr="001729B7" w:rsidRDefault="006F3E1D" w:rsidP="006F3E1D">
      <w:pPr>
        <w:pStyle w:val="CMD"/>
      </w:pPr>
      <w:r w:rsidRPr="00524CD4">
        <w:t>[</w:t>
      </w:r>
      <w:proofErr w:type="spellStart"/>
      <w:r w:rsidRPr="00524CD4">
        <w:t>analyst@secOps</w:t>
      </w:r>
      <w:proofErr w:type="spellEnd"/>
      <w:r w:rsidRPr="00524CD4">
        <w:t xml:space="preserve"> </w:t>
      </w:r>
      <w:proofErr w:type="spellStart"/>
      <w:proofErr w:type="gramStart"/>
      <w:r w:rsidRPr="00524CD4">
        <w:t>lab.support</w:t>
      </w:r>
      <w:proofErr w:type="gramEnd"/>
      <w:r w:rsidRPr="00524CD4">
        <w:t>.files</w:t>
      </w:r>
      <w:proofErr w:type="spellEnd"/>
      <w:r w:rsidRPr="00524CD4">
        <w:t xml:space="preserve">]$ </w:t>
      </w:r>
      <w:proofErr w:type="spellStart"/>
      <w:r w:rsidRPr="00524CD4">
        <w:rPr>
          <w:b/>
        </w:rPr>
        <w:t>openssl</w:t>
      </w:r>
      <w:proofErr w:type="spellEnd"/>
      <w:r w:rsidRPr="00524CD4">
        <w:rPr>
          <w:b/>
        </w:rPr>
        <w:t xml:space="preserve"> </w:t>
      </w:r>
      <w:r w:rsidR="00FF1458">
        <w:rPr>
          <w:b/>
        </w:rPr>
        <w:t>sha256</w:t>
      </w:r>
      <w:r w:rsidRPr="00524CD4">
        <w:rPr>
          <w:b/>
        </w:rPr>
        <w:t xml:space="preserve"> letter_to_grandma.txt</w:t>
      </w:r>
    </w:p>
    <w:p w14:paraId="5D79991E" w14:textId="60F34DEF" w:rsidR="006F3E1D" w:rsidRPr="001729B7" w:rsidRDefault="00FF1458" w:rsidP="006F3E1D">
      <w:pPr>
        <w:pStyle w:val="CMD"/>
      </w:pPr>
      <w:r w:rsidRPr="00FF1458">
        <w:t>SHA256(</w:t>
      </w:r>
      <w:proofErr w:type="gramStart"/>
      <w:r w:rsidRPr="00FF1458">
        <w:t>letter_to_grandma.txt)=</w:t>
      </w:r>
      <w:proofErr w:type="gramEnd"/>
      <w:r w:rsidRPr="00FF1458">
        <w:t xml:space="preserve"> 43302c4500b7c4b8e574ba27a59d83267812493c029fd054c9242f3ac73100bc</w:t>
      </w:r>
    </w:p>
    <w:p w14:paraId="5A874AA7" w14:textId="7CA834AE" w:rsidR="003316B9" w:rsidRDefault="003316B9" w:rsidP="003316B9">
      <w:pPr>
        <w:pStyle w:val="Heading3"/>
      </w:pPr>
      <w:r>
        <w:t>Question:</w:t>
      </w:r>
    </w:p>
    <w:p w14:paraId="1CF3FCCD" w14:textId="7C18B290" w:rsidR="006F3E1D" w:rsidRDefault="006F3E1D" w:rsidP="003316B9">
      <w:pPr>
        <w:pStyle w:val="SubStepAlpha"/>
        <w:numPr>
          <w:ilvl w:val="0"/>
          <w:numId w:val="0"/>
        </w:numPr>
        <w:spacing w:before="0"/>
        <w:ind w:left="720"/>
      </w:pPr>
      <w:r>
        <w:t>Is the new hash different that hash calculated in item (d)? How different?</w:t>
      </w:r>
    </w:p>
    <w:p w14:paraId="4E6CF671" w14:textId="65FDA905" w:rsidR="003316B9" w:rsidRDefault="003316B9" w:rsidP="003316B9">
      <w:pPr>
        <w:pStyle w:val="AnswerLineL50"/>
      </w:pPr>
      <w:r>
        <w:t>Type your answers here.</w:t>
      </w:r>
    </w:p>
    <w:p w14:paraId="6A898A2A" w14:textId="77777777" w:rsidR="006F3E1D" w:rsidRDefault="006F3E1D" w:rsidP="006F3E1D">
      <w:pPr>
        <w:pStyle w:val="SubStepAlpha"/>
        <w:numPr>
          <w:ilvl w:val="0"/>
          <w:numId w:val="0"/>
        </w:numPr>
        <w:ind w:left="720"/>
      </w:pPr>
      <w:r>
        <w:rPr>
          <w:rStyle w:val="AnswerGray"/>
        </w:rPr>
        <w:t>Yes. The new hash is completely different than the previous hash</w:t>
      </w:r>
      <w:r w:rsidRPr="00DB6D2E">
        <w:rPr>
          <w:rStyle w:val="AnswerGray"/>
        </w:rPr>
        <w:t>.</w:t>
      </w:r>
    </w:p>
    <w:p w14:paraId="3986612C" w14:textId="2C6A9810" w:rsidR="006F3E1D" w:rsidRDefault="00895B22" w:rsidP="006F3E1D">
      <w:pPr>
        <w:pStyle w:val="SubStepAlpha"/>
      </w:pPr>
      <w:bookmarkStart w:id="0" w:name="_Hlk41509304"/>
      <w:r>
        <w:t xml:space="preserve">A hashing algorithm with longer bit-length, such as </w:t>
      </w:r>
      <w:r w:rsidR="00641206">
        <w:t>SHA-2-</w:t>
      </w:r>
      <w:r>
        <w:t xml:space="preserve">512, </w:t>
      </w:r>
      <w:r w:rsidR="00641206">
        <w:t>can also be used</w:t>
      </w:r>
      <w:r>
        <w:t>.</w:t>
      </w:r>
      <w:r w:rsidR="006F3E1D" w:rsidRPr="00E35C46">
        <w:t xml:space="preserve"> To generate a SHA</w:t>
      </w:r>
      <w:r>
        <w:t>-</w:t>
      </w:r>
      <w:r w:rsidR="007A469B">
        <w:t>2-</w:t>
      </w:r>
      <w:r>
        <w:t>512</w:t>
      </w:r>
      <w:r w:rsidR="006F3E1D" w:rsidRPr="00E35C46">
        <w:t xml:space="preserve"> hash of the letter_to_grandma.txt file, us</w:t>
      </w:r>
      <w:r w:rsidR="006F3E1D">
        <w:t>e the command below:</w:t>
      </w:r>
      <w:bookmarkEnd w:id="0"/>
    </w:p>
    <w:p w14:paraId="734AAEBF" w14:textId="56FD6C6D" w:rsidR="006F3E1D" w:rsidRPr="001729B7" w:rsidRDefault="006F3E1D" w:rsidP="006F3E1D">
      <w:pPr>
        <w:pStyle w:val="CMD"/>
      </w:pPr>
      <w:r w:rsidRPr="00524CD4">
        <w:t>[</w:t>
      </w:r>
      <w:proofErr w:type="spellStart"/>
      <w:r w:rsidRPr="00524CD4">
        <w:t>analyst@secOps</w:t>
      </w:r>
      <w:proofErr w:type="spellEnd"/>
      <w:r w:rsidRPr="00524CD4">
        <w:t xml:space="preserve"> </w:t>
      </w:r>
      <w:proofErr w:type="spellStart"/>
      <w:proofErr w:type="gramStart"/>
      <w:r w:rsidRPr="00524CD4">
        <w:t>lab.support</w:t>
      </w:r>
      <w:proofErr w:type="gramEnd"/>
      <w:r w:rsidRPr="00524CD4">
        <w:t>.files</w:t>
      </w:r>
      <w:proofErr w:type="spellEnd"/>
      <w:r w:rsidRPr="00524CD4">
        <w:t xml:space="preserve">]$ </w:t>
      </w:r>
      <w:proofErr w:type="spellStart"/>
      <w:r w:rsidRPr="00524CD4">
        <w:rPr>
          <w:b/>
        </w:rPr>
        <w:t>openssl</w:t>
      </w:r>
      <w:proofErr w:type="spellEnd"/>
      <w:r w:rsidRPr="00524CD4">
        <w:rPr>
          <w:b/>
        </w:rPr>
        <w:t xml:space="preserve"> sha</w:t>
      </w:r>
      <w:r w:rsidR="00895B22">
        <w:rPr>
          <w:b/>
        </w:rPr>
        <w:t>512</w:t>
      </w:r>
      <w:r w:rsidRPr="00524CD4">
        <w:rPr>
          <w:b/>
        </w:rPr>
        <w:t xml:space="preserve"> letter_to_grandma.txt</w:t>
      </w:r>
      <w:r w:rsidRPr="001729B7">
        <w:t xml:space="preserve"> </w:t>
      </w:r>
    </w:p>
    <w:p w14:paraId="131EC675" w14:textId="7ADA7019" w:rsidR="006F3E1D" w:rsidRPr="001729B7" w:rsidRDefault="00632776" w:rsidP="006F3E1D">
      <w:pPr>
        <w:pStyle w:val="CMD"/>
      </w:pPr>
      <w:r w:rsidRPr="00632776">
        <w:t>SHA512(</w:t>
      </w:r>
      <w:proofErr w:type="gramStart"/>
      <w:r w:rsidRPr="00632776">
        <w:t>letter_to_grandma.txt)=</w:t>
      </w:r>
      <w:proofErr w:type="gramEnd"/>
      <w:r w:rsidRPr="00632776">
        <w:t xml:space="preserve"> 7c35db79a06aa30ae0f6de33f2322fd419560ee9af9cedeb6e251f2f1c4e99e0bbe5d2fc32ce501468891150e3be7e288e3e568450812980c9f8288e3103a1d3</w:t>
      </w:r>
    </w:p>
    <w:p w14:paraId="1EB02DBA" w14:textId="77777777" w:rsidR="006F3E1D" w:rsidRPr="00685EEF" w:rsidRDefault="006F3E1D" w:rsidP="006F3E1D">
      <w:pPr>
        <w:pStyle w:val="CMDOutput"/>
        <w:rPr>
          <w:b/>
        </w:rPr>
      </w:pPr>
      <w:r w:rsidRPr="00524CD4">
        <w:t>[</w:t>
      </w:r>
      <w:proofErr w:type="spellStart"/>
      <w:r w:rsidRPr="00524CD4">
        <w:t>analyst@secOps</w:t>
      </w:r>
      <w:proofErr w:type="spellEnd"/>
      <w:r w:rsidRPr="00524CD4">
        <w:t xml:space="preserve"> </w:t>
      </w:r>
      <w:proofErr w:type="spellStart"/>
      <w:proofErr w:type="gramStart"/>
      <w:r w:rsidRPr="00524CD4">
        <w:t>lab.support</w:t>
      </w:r>
      <w:proofErr w:type="gramEnd"/>
      <w:r w:rsidRPr="00524CD4">
        <w:t>.files</w:t>
      </w:r>
      <w:proofErr w:type="spellEnd"/>
      <w:r w:rsidRPr="00524CD4">
        <w:t>]$</w:t>
      </w:r>
    </w:p>
    <w:p w14:paraId="4029807B" w14:textId="5F7EC226" w:rsidR="006F3E1D" w:rsidRDefault="006F3E1D" w:rsidP="006F3E1D">
      <w:pPr>
        <w:pStyle w:val="SubStepAlpha"/>
      </w:pPr>
      <w:r>
        <w:t>U</w:t>
      </w:r>
      <w:r w:rsidRPr="00E35C46">
        <w:t xml:space="preserve">se </w:t>
      </w:r>
      <w:r w:rsidR="0088271D">
        <w:rPr>
          <w:b/>
        </w:rPr>
        <w:t>sha256</w:t>
      </w:r>
      <w:r w:rsidR="00CD19E8">
        <w:rPr>
          <w:b/>
        </w:rPr>
        <w:t>sum</w:t>
      </w:r>
      <w:r w:rsidRPr="00E35C46">
        <w:t xml:space="preserve"> and </w:t>
      </w:r>
      <w:r w:rsidRPr="00E35C46">
        <w:rPr>
          <w:b/>
        </w:rPr>
        <w:t>sha</w:t>
      </w:r>
      <w:r w:rsidR="0088271D">
        <w:rPr>
          <w:b/>
        </w:rPr>
        <w:t>512</w:t>
      </w:r>
      <w:r w:rsidR="00CD19E8">
        <w:rPr>
          <w:b/>
        </w:rPr>
        <w:t>sum</w:t>
      </w:r>
      <w:r w:rsidRPr="00E35C46">
        <w:t xml:space="preserve"> to generate</w:t>
      </w:r>
      <w:r w:rsidR="003C758A">
        <w:t>SHA</w:t>
      </w:r>
      <w:r w:rsidR="007A469B">
        <w:t>-2</w:t>
      </w:r>
      <w:r w:rsidR="003C758A">
        <w:t>-256 and SHA</w:t>
      </w:r>
      <w:r w:rsidR="007A469B">
        <w:t>-2</w:t>
      </w:r>
      <w:r w:rsidR="003C758A">
        <w:t>-512</w:t>
      </w:r>
      <w:r w:rsidRPr="00E35C46">
        <w:t xml:space="preserve"> hash of the letter_to_grandma.txt fil</w:t>
      </w:r>
      <w:r>
        <w:t>e:</w:t>
      </w:r>
    </w:p>
    <w:p w14:paraId="1332CFA5" w14:textId="5BE05224" w:rsidR="006F3E1D" w:rsidRPr="001729B7" w:rsidRDefault="006F3E1D" w:rsidP="006F3E1D">
      <w:pPr>
        <w:pStyle w:val="CMD"/>
      </w:pPr>
      <w:r w:rsidRPr="00524CD4">
        <w:t>[</w:t>
      </w:r>
      <w:proofErr w:type="spellStart"/>
      <w:r w:rsidRPr="00524CD4">
        <w:t>analyst@secOps</w:t>
      </w:r>
      <w:proofErr w:type="spellEnd"/>
      <w:r w:rsidRPr="00524CD4">
        <w:t xml:space="preserve"> </w:t>
      </w:r>
      <w:proofErr w:type="spellStart"/>
      <w:proofErr w:type="gramStart"/>
      <w:r w:rsidRPr="00524CD4">
        <w:t>lab.support</w:t>
      </w:r>
      <w:proofErr w:type="gramEnd"/>
      <w:r w:rsidRPr="00524CD4">
        <w:t>.files</w:t>
      </w:r>
      <w:proofErr w:type="spellEnd"/>
      <w:r w:rsidRPr="00524CD4">
        <w:t>]$</w:t>
      </w:r>
      <w:r w:rsidRPr="001729B7">
        <w:t xml:space="preserve"> </w:t>
      </w:r>
      <w:r w:rsidR="00B6650F">
        <w:rPr>
          <w:b/>
        </w:rPr>
        <w:t>sha256</w:t>
      </w:r>
      <w:r w:rsidR="00CD19E8">
        <w:rPr>
          <w:b/>
        </w:rPr>
        <w:t>sum</w:t>
      </w:r>
      <w:r w:rsidRPr="00524CD4">
        <w:rPr>
          <w:b/>
        </w:rPr>
        <w:t xml:space="preserve"> letter_to_grandma.txt</w:t>
      </w:r>
      <w:r w:rsidRPr="001729B7">
        <w:t xml:space="preserve"> </w:t>
      </w:r>
    </w:p>
    <w:p w14:paraId="1F54A211" w14:textId="1B43B167" w:rsidR="006F3E1D" w:rsidRPr="00524CD4" w:rsidRDefault="00632776" w:rsidP="006F3E1D">
      <w:pPr>
        <w:pStyle w:val="CMD"/>
      </w:pPr>
      <w:r w:rsidRPr="00632776">
        <w:t>43302c4500b7c4b8e574ba27a59d83267812493c029fd054c9242f3ac73100</w:t>
      </w:r>
      <w:proofErr w:type="gramStart"/>
      <w:r w:rsidRPr="00632776">
        <w:t>bc  letter_to_grandma.txt</w:t>
      </w:r>
      <w:proofErr w:type="gramEnd"/>
    </w:p>
    <w:p w14:paraId="0CDA37B4" w14:textId="77777777" w:rsidR="006F3E1D" w:rsidRDefault="006F3E1D" w:rsidP="006F3E1D">
      <w:pPr>
        <w:pStyle w:val="CMD"/>
      </w:pPr>
    </w:p>
    <w:p w14:paraId="2A97997B" w14:textId="24E7C677" w:rsidR="006F3E1D" w:rsidRPr="001729B7" w:rsidRDefault="006F3E1D" w:rsidP="006F3E1D">
      <w:pPr>
        <w:pStyle w:val="CMD"/>
      </w:pPr>
      <w:r w:rsidRPr="00524CD4">
        <w:t>[</w:t>
      </w:r>
      <w:proofErr w:type="spellStart"/>
      <w:r w:rsidRPr="00524CD4">
        <w:t>analyst@secOps</w:t>
      </w:r>
      <w:proofErr w:type="spellEnd"/>
      <w:r w:rsidRPr="00524CD4">
        <w:t xml:space="preserve"> </w:t>
      </w:r>
      <w:proofErr w:type="spellStart"/>
      <w:proofErr w:type="gramStart"/>
      <w:r w:rsidRPr="00524CD4">
        <w:t>lab.support</w:t>
      </w:r>
      <w:proofErr w:type="gramEnd"/>
      <w:r w:rsidRPr="00524CD4">
        <w:t>.files</w:t>
      </w:r>
      <w:proofErr w:type="spellEnd"/>
      <w:r w:rsidRPr="00524CD4">
        <w:t>]$</w:t>
      </w:r>
      <w:r w:rsidRPr="001729B7">
        <w:t xml:space="preserve"> </w:t>
      </w:r>
      <w:r w:rsidRPr="00524CD4">
        <w:rPr>
          <w:b/>
        </w:rPr>
        <w:t>sha</w:t>
      </w:r>
      <w:r w:rsidR="00B6650F">
        <w:rPr>
          <w:b/>
        </w:rPr>
        <w:t>512</w:t>
      </w:r>
      <w:r w:rsidR="00CD19E8">
        <w:rPr>
          <w:b/>
        </w:rPr>
        <w:t>sum</w:t>
      </w:r>
      <w:r w:rsidRPr="00524CD4">
        <w:rPr>
          <w:b/>
        </w:rPr>
        <w:t xml:space="preserve"> letter_to_grandma.txt</w:t>
      </w:r>
      <w:r w:rsidRPr="001729B7">
        <w:t xml:space="preserve"> </w:t>
      </w:r>
    </w:p>
    <w:p w14:paraId="14E7DA27" w14:textId="3F3A36C7" w:rsidR="006F3E1D" w:rsidRPr="001729B7" w:rsidRDefault="00632776" w:rsidP="006F3E1D">
      <w:pPr>
        <w:pStyle w:val="CMD"/>
        <w:rPr>
          <w:lang w:val="pt-BR"/>
        </w:rPr>
      </w:pPr>
      <w:r w:rsidRPr="00632776">
        <w:rPr>
          <w:lang w:val="pt-BR"/>
        </w:rPr>
        <w:t>7c35db79a06aa30ae0f6de33f2322fd419560ee9af9cedeb6e251f2f1c4e99e0bbe5d2fc32ce501468891150e3be7e288e3e568450812980c9f8288e3103a1d3  letter_to_grandma.txt</w:t>
      </w:r>
    </w:p>
    <w:p w14:paraId="1D4F08FE" w14:textId="77777777" w:rsidR="003316B9" w:rsidRDefault="003316B9" w:rsidP="003316B9">
      <w:pPr>
        <w:pStyle w:val="Heading3"/>
      </w:pPr>
      <w:r>
        <w:t>Question:</w:t>
      </w:r>
    </w:p>
    <w:p w14:paraId="7106CC01" w14:textId="455DB7BC" w:rsidR="006F3E1D" w:rsidRDefault="006F3E1D" w:rsidP="003316B9">
      <w:pPr>
        <w:pStyle w:val="SubStepAlpha"/>
        <w:numPr>
          <w:ilvl w:val="0"/>
          <w:numId w:val="0"/>
        </w:numPr>
        <w:spacing w:before="0"/>
        <w:ind w:left="720"/>
      </w:pPr>
      <w:r>
        <w:t xml:space="preserve">Do the hashes generated with </w:t>
      </w:r>
      <w:r w:rsidR="00B6650F">
        <w:rPr>
          <w:b/>
          <w:bCs/>
        </w:rPr>
        <w:t>sha256</w:t>
      </w:r>
      <w:r w:rsidR="00CD19E8">
        <w:rPr>
          <w:b/>
          <w:bCs/>
        </w:rPr>
        <w:t>sum</w:t>
      </w:r>
      <w:r>
        <w:rPr>
          <w:b/>
        </w:rPr>
        <w:t xml:space="preserve"> </w:t>
      </w:r>
      <w:r w:rsidRPr="00E76B13">
        <w:t>and</w:t>
      </w:r>
      <w:r w:rsidRPr="00C12A11">
        <w:rPr>
          <w:b/>
          <w:bCs/>
        </w:rPr>
        <w:t xml:space="preserve"> sha</w:t>
      </w:r>
      <w:r w:rsidR="00CD19E8">
        <w:rPr>
          <w:b/>
          <w:bCs/>
        </w:rPr>
        <w:t>512</w:t>
      </w:r>
      <w:r w:rsidRPr="00C12A11">
        <w:rPr>
          <w:b/>
          <w:bCs/>
        </w:rPr>
        <w:t xml:space="preserve">sum </w:t>
      </w:r>
      <w:r>
        <w:t xml:space="preserve">match the </w:t>
      </w:r>
      <w:r w:rsidR="00CD19E8">
        <w:t>hashes</w:t>
      </w:r>
      <w:r>
        <w:t xml:space="preserve"> generated in items (</w:t>
      </w:r>
      <w:r w:rsidR="00CD19E8">
        <w:t>f</w:t>
      </w:r>
      <w:r>
        <w:t>) and (</w:t>
      </w:r>
      <w:r w:rsidR="00CD19E8">
        <w:t>g</w:t>
      </w:r>
      <w:r>
        <w:t>), respectively? Explain.</w:t>
      </w:r>
    </w:p>
    <w:p w14:paraId="0873B487" w14:textId="1D23455D" w:rsidR="003316B9" w:rsidRDefault="003316B9" w:rsidP="003316B9">
      <w:pPr>
        <w:pStyle w:val="AnswerLineL50"/>
      </w:pPr>
      <w:r>
        <w:t>Type your answers here.</w:t>
      </w:r>
    </w:p>
    <w:p w14:paraId="44B32D46" w14:textId="77777777" w:rsidR="006F3E1D" w:rsidRPr="009B16E2" w:rsidRDefault="006F3E1D" w:rsidP="006F3E1D">
      <w:pPr>
        <w:pStyle w:val="SubStepAlpha"/>
        <w:numPr>
          <w:ilvl w:val="0"/>
          <w:numId w:val="0"/>
        </w:numPr>
        <w:ind w:left="720"/>
        <w:rPr>
          <w:b/>
        </w:rPr>
      </w:pPr>
      <w:r>
        <w:rPr>
          <w:rStyle w:val="AnswerGray"/>
        </w:rPr>
        <w:lastRenderedPageBreak/>
        <w:t>Yes. While different tools are used, they use the same hashing algorithm and input data.</w:t>
      </w:r>
    </w:p>
    <w:p w14:paraId="692B4D39" w14:textId="323D0A81" w:rsidR="00050141" w:rsidRDefault="006F3E1D" w:rsidP="006F3E1D">
      <w:pPr>
        <w:pStyle w:val="BodyTextL25"/>
        <w:ind w:left="720"/>
      </w:pPr>
      <w:r w:rsidRPr="009A21B0">
        <w:rPr>
          <w:b/>
        </w:rPr>
        <w:t>Note</w:t>
      </w:r>
      <w:r w:rsidRPr="002F2102">
        <w:t xml:space="preserve">: </w:t>
      </w:r>
      <w:r w:rsidR="00050141" w:rsidRPr="00765669">
        <w:t>SHA</w:t>
      </w:r>
      <w:r w:rsidR="00050141">
        <w:t>-</w:t>
      </w:r>
      <w:r w:rsidR="00050141" w:rsidRPr="00765669">
        <w:t xml:space="preserve">2 is </w:t>
      </w:r>
      <w:r w:rsidR="00050141">
        <w:t>the recommended standard for hashing</w:t>
      </w:r>
      <w:r w:rsidR="00050141" w:rsidRPr="00765669">
        <w:t>.</w:t>
      </w:r>
      <w:r w:rsidR="00050141">
        <w:t xml:space="preserve"> </w:t>
      </w:r>
      <w:r w:rsidRPr="009A21B0">
        <w:t>While</w:t>
      </w:r>
      <w:r w:rsidR="00632776">
        <w:t xml:space="preserve"> </w:t>
      </w:r>
      <w:r>
        <w:t>SHA-</w:t>
      </w:r>
      <w:r w:rsidR="00B6650F">
        <w:t>2</w:t>
      </w:r>
      <w:r>
        <w:t xml:space="preserve"> has not yet been effectively compromised, computers are becoming more and more powerful. It is expected that this natural evolution will </w:t>
      </w:r>
      <w:r w:rsidRPr="00765669">
        <w:t xml:space="preserve">soon make </w:t>
      </w:r>
      <w:r>
        <w:t>it</w:t>
      </w:r>
      <w:r w:rsidRPr="00765669">
        <w:t xml:space="preserve"> possible</w:t>
      </w:r>
      <w:r>
        <w:t xml:space="preserve"> for attackers to break SHA-</w:t>
      </w:r>
      <w:r w:rsidR="00B6650F">
        <w:t>2</w:t>
      </w:r>
      <w:r w:rsidRPr="00765669">
        <w:t>.</w:t>
      </w:r>
    </w:p>
    <w:p w14:paraId="21350061" w14:textId="046F7407" w:rsidR="00050141" w:rsidRDefault="00050141" w:rsidP="006F3E1D">
      <w:pPr>
        <w:pStyle w:val="BodyTextL25"/>
        <w:ind w:left="720"/>
      </w:pPr>
      <w:r>
        <w:t>SHA-3 is the newest hashing algorithm and eventually be the replacement for SHA-2 family of hashes.</w:t>
      </w:r>
    </w:p>
    <w:p w14:paraId="32A8982A" w14:textId="54F646CD" w:rsidR="006F3E1D" w:rsidRPr="00B901A9" w:rsidRDefault="006F3E1D" w:rsidP="006F3E1D">
      <w:pPr>
        <w:pStyle w:val="BodyTextL50"/>
      </w:pPr>
      <w:r w:rsidRPr="00B901A9">
        <w:rPr>
          <w:b/>
        </w:rPr>
        <w:t>Note</w:t>
      </w:r>
      <w:r w:rsidRPr="00E35C46">
        <w:t xml:space="preserve">: </w:t>
      </w:r>
      <w:r>
        <w:t xml:space="preserve">The </w:t>
      </w:r>
      <w:proofErr w:type="spellStart"/>
      <w:r>
        <w:t>CyberOPS</w:t>
      </w:r>
      <w:proofErr w:type="spellEnd"/>
      <w:r>
        <w:t xml:space="preserve"> </w:t>
      </w:r>
      <w:r w:rsidR="00227F53">
        <w:t xml:space="preserve">Workstation </w:t>
      </w:r>
      <w:r>
        <w:t>VM only includes support for SHA-2-224, SHA-2-256, and SHA-2-512 (</w:t>
      </w:r>
      <w:r w:rsidRPr="00524CD4">
        <w:rPr>
          <w:b/>
        </w:rPr>
        <w:t>sha224sum</w:t>
      </w:r>
      <w:r>
        <w:t xml:space="preserve">, </w:t>
      </w:r>
      <w:r w:rsidRPr="00524CD4">
        <w:rPr>
          <w:b/>
        </w:rPr>
        <w:t>sha256sum</w:t>
      </w:r>
      <w:r>
        <w:t xml:space="preserve">, and </w:t>
      </w:r>
      <w:r>
        <w:rPr>
          <w:b/>
        </w:rPr>
        <w:t>sha512sum</w:t>
      </w:r>
      <w:r>
        <w:t>, respectively).</w:t>
      </w:r>
    </w:p>
    <w:p w14:paraId="08E2609F" w14:textId="77777777" w:rsidR="006F3E1D" w:rsidRPr="00164274" w:rsidRDefault="006F3E1D" w:rsidP="006F3E1D">
      <w:pPr>
        <w:pStyle w:val="Heading2"/>
      </w:pPr>
      <w:r>
        <w:t>Verifying Hashes</w:t>
      </w:r>
    </w:p>
    <w:p w14:paraId="6FA173AC" w14:textId="77777777" w:rsidR="006F3E1D" w:rsidRDefault="006F3E1D" w:rsidP="006F3E1D">
      <w:pPr>
        <w:pStyle w:val="BodyTextL25"/>
      </w:pPr>
      <w:r>
        <w:t xml:space="preserve">As mentioned before, a common use for hashes is to verify file integrity. Follow the steps below to use SHA-2-256 hashes to verify the integrity </w:t>
      </w:r>
      <w:r w:rsidRPr="00E35C46">
        <w:t xml:space="preserve">of </w:t>
      </w:r>
      <w:proofErr w:type="spellStart"/>
      <w:r w:rsidRPr="00E35C46">
        <w:t>sample.img</w:t>
      </w:r>
      <w:proofErr w:type="spellEnd"/>
      <w:r w:rsidRPr="00E35C46">
        <w:t>, a f</w:t>
      </w:r>
      <w:r>
        <w:t>ile downloaded from the Internet.</w:t>
      </w:r>
    </w:p>
    <w:p w14:paraId="1FDF8B5E" w14:textId="7D25CB09" w:rsidR="006F3E1D" w:rsidRDefault="006F3E1D" w:rsidP="006F3E1D">
      <w:pPr>
        <w:pStyle w:val="SubStepAlpha"/>
      </w:pPr>
      <w:r>
        <w:t>Along wit</w:t>
      </w:r>
      <w:r w:rsidRPr="00E35C46">
        <w:t xml:space="preserve">h </w:t>
      </w:r>
      <w:proofErr w:type="spellStart"/>
      <w:r w:rsidRPr="00E35C46">
        <w:t>sample.img</w:t>
      </w:r>
      <w:proofErr w:type="spellEnd"/>
      <w:r w:rsidRPr="00E35C46">
        <w:t xml:space="preserve">, sample.img_SHA256.sig was also downloaded. sample.img_SHA256.sig is a file containing the SHA-2-256 </w:t>
      </w:r>
      <w:r w:rsidR="00227F53">
        <w:t xml:space="preserve">hash that </w:t>
      </w:r>
      <w:proofErr w:type="spellStart"/>
      <w:r w:rsidR="00227F53">
        <w:t>was</w:t>
      </w:r>
      <w:r w:rsidRPr="00E35C46">
        <w:t>computed</w:t>
      </w:r>
      <w:proofErr w:type="spellEnd"/>
      <w:r w:rsidRPr="00E35C46">
        <w:t xml:space="preserve"> by the website. First, use the cat command to display the contents of the sample.img_SHA256.sig fi</w:t>
      </w:r>
      <w:r>
        <w:t>le:</w:t>
      </w:r>
    </w:p>
    <w:p w14:paraId="5DF24E9E" w14:textId="77777777" w:rsidR="006F3E1D" w:rsidRPr="0019395E" w:rsidRDefault="006F3E1D" w:rsidP="006F3E1D">
      <w:pPr>
        <w:pStyle w:val="CMD"/>
        <w:rPr>
          <w:b/>
        </w:rPr>
      </w:pPr>
      <w:r w:rsidRPr="00524CD4">
        <w:t>[</w:t>
      </w:r>
      <w:proofErr w:type="spellStart"/>
      <w:r w:rsidRPr="00524CD4">
        <w:t>analyst@secOps</w:t>
      </w:r>
      <w:proofErr w:type="spellEnd"/>
      <w:r w:rsidRPr="00524CD4">
        <w:t xml:space="preserve"> </w:t>
      </w:r>
      <w:proofErr w:type="spellStart"/>
      <w:proofErr w:type="gramStart"/>
      <w:r w:rsidRPr="00524CD4">
        <w:t>lab.support</w:t>
      </w:r>
      <w:proofErr w:type="gramEnd"/>
      <w:r w:rsidRPr="00524CD4">
        <w:t>.files</w:t>
      </w:r>
      <w:proofErr w:type="spellEnd"/>
      <w:r w:rsidRPr="00524CD4">
        <w:t xml:space="preserve">]$ </w:t>
      </w:r>
      <w:r w:rsidRPr="00524CD4">
        <w:rPr>
          <w:b/>
        </w:rPr>
        <w:t xml:space="preserve">cat </w:t>
      </w:r>
      <w:r w:rsidRPr="0019395E">
        <w:rPr>
          <w:b/>
        </w:rPr>
        <w:t>sample.img_SHA256.sig</w:t>
      </w:r>
    </w:p>
    <w:p w14:paraId="33BEE974" w14:textId="77777777" w:rsidR="006F3E1D" w:rsidRPr="0019395E" w:rsidRDefault="006F3E1D" w:rsidP="006F3E1D">
      <w:pPr>
        <w:pStyle w:val="CMD"/>
      </w:pPr>
      <w:r w:rsidRPr="0019395E">
        <w:t>c56c4724c26eb0157963c0d62b76422116be31804a39c82fd44ddf0ca5013e6a</w:t>
      </w:r>
    </w:p>
    <w:p w14:paraId="3E0EC9C1" w14:textId="77777777" w:rsidR="006F3E1D" w:rsidRDefault="006F3E1D" w:rsidP="006F3E1D">
      <w:pPr>
        <w:pStyle w:val="SubStepAlpha"/>
      </w:pPr>
      <w:r>
        <w:t xml:space="preserve">Use SHA256sum to calculate the SHA-2-256 hash of the </w:t>
      </w:r>
      <w:proofErr w:type="spellStart"/>
      <w:r>
        <w:t>sample.img</w:t>
      </w:r>
      <w:proofErr w:type="spellEnd"/>
      <w:r>
        <w:t xml:space="preserve"> file:</w:t>
      </w:r>
    </w:p>
    <w:p w14:paraId="585EB6F2" w14:textId="77777777" w:rsidR="006F3E1D" w:rsidRPr="0019395E" w:rsidRDefault="006F3E1D" w:rsidP="006F3E1D">
      <w:pPr>
        <w:pStyle w:val="CMD"/>
      </w:pPr>
      <w:r w:rsidRPr="00524CD4">
        <w:t>[</w:t>
      </w:r>
      <w:proofErr w:type="spellStart"/>
      <w:r w:rsidRPr="00524CD4">
        <w:t>analyst@secOps</w:t>
      </w:r>
      <w:proofErr w:type="spellEnd"/>
      <w:r w:rsidRPr="00524CD4">
        <w:t xml:space="preserve"> </w:t>
      </w:r>
      <w:proofErr w:type="spellStart"/>
      <w:proofErr w:type="gramStart"/>
      <w:r w:rsidRPr="00524CD4">
        <w:t>lab.support</w:t>
      </w:r>
      <w:proofErr w:type="gramEnd"/>
      <w:r w:rsidRPr="00524CD4">
        <w:t>.files</w:t>
      </w:r>
      <w:proofErr w:type="spellEnd"/>
      <w:r w:rsidRPr="00524CD4">
        <w:t>]$</w:t>
      </w:r>
      <w:r w:rsidRPr="0019395E">
        <w:t xml:space="preserve"> </w:t>
      </w:r>
      <w:r w:rsidRPr="00524CD4">
        <w:rPr>
          <w:b/>
        </w:rPr>
        <w:t xml:space="preserve">sha256sum </w:t>
      </w:r>
      <w:proofErr w:type="spellStart"/>
      <w:r w:rsidRPr="00524CD4">
        <w:rPr>
          <w:b/>
        </w:rPr>
        <w:t>sample.img</w:t>
      </w:r>
      <w:proofErr w:type="spellEnd"/>
    </w:p>
    <w:p w14:paraId="449D46D8" w14:textId="77777777" w:rsidR="006F3E1D" w:rsidRPr="0019395E" w:rsidRDefault="006F3E1D" w:rsidP="006F3E1D">
      <w:pPr>
        <w:pStyle w:val="CMD"/>
      </w:pPr>
      <w:r w:rsidRPr="0019395E">
        <w:t>c56c4724c26eb0157963c0d62b76422116be31804a39c82fd44ddf0ca5013e6</w:t>
      </w:r>
      <w:proofErr w:type="gramStart"/>
      <w:r w:rsidRPr="0019395E">
        <w:t xml:space="preserve">a  </w:t>
      </w:r>
      <w:proofErr w:type="spellStart"/>
      <w:r w:rsidRPr="0019395E">
        <w:t>sample.img</w:t>
      </w:r>
      <w:proofErr w:type="spellEnd"/>
      <w:proofErr w:type="gramEnd"/>
    </w:p>
    <w:p w14:paraId="458BEC30" w14:textId="77777777" w:rsidR="003316B9" w:rsidRDefault="003316B9" w:rsidP="003316B9">
      <w:pPr>
        <w:pStyle w:val="Heading3"/>
      </w:pPr>
      <w:r>
        <w:t>Question:</w:t>
      </w:r>
    </w:p>
    <w:p w14:paraId="60B399A5" w14:textId="2B6F74FB" w:rsidR="006F3E1D" w:rsidRDefault="006F3E1D" w:rsidP="003316B9">
      <w:pPr>
        <w:pStyle w:val="BodyTextL50"/>
        <w:spacing w:before="0"/>
      </w:pPr>
      <w:r>
        <w:t>Was th</w:t>
      </w:r>
      <w:r w:rsidRPr="00E35C46">
        <w:t xml:space="preserve">e </w:t>
      </w:r>
      <w:proofErr w:type="spellStart"/>
      <w:r w:rsidRPr="00E35C46">
        <w:t>sample.img</w:t>
      </w:r>
      <w:proofErr w:type="spellEnd"/>
      <w:r w:rsidRPr="00E35C46">
        <w:t xml:space="preserve"> </w:t>
      </w:r>
      <w:r w:rsidR="00227F53">
        <w:t>downloaded without errors</w:t>
      </w:r>
      <w:r>
        <w:t>? Explain.</w:t>
      </w:r>
    </w:p>
    <w:p w14:paraId="1180E6A0" w14:textId="45E8BC55" w:rsidR="003316B9" w:rsidRDefault="003316B9" w:rsidP="003316B9">
      <w:pPr>
        <w:pStyle w:val="AnswerLineL50"/>
      </w:pPr>
      <w:r>
        <w:t>Type your answers here.</w:t>
      </w:r>
    </w:p>
    <w:p w14:paraId="541AB0D5" w14:textId="77777777" w:rsidR="006F3E1D" w:rsidRDefault="006F3E1D" w:rsidP="006F3E1D">
      <w:pPr>
        <w:pStyle w:val="BodyTextL50"/>
      </w:pPr>
      <w:r>
        <w:rPr>
          <w:rStyle w:val="AnswerGray"/>
        </w:rPr>
        <w:t>Yes</w:t>
      </w:r>
      <w:r w:rsidRPr="00DB6D2E">
        <w:rPr>
          <w:rStyle w:val="AnswerGray"/>
        </w:rPr>
        <w:t>.</w:t>
      </w:r>
      <w:r>
        <w:rPr>
          <w:rStyle w:val="AnswerGray"/>
        </w:rPr>
        <w:t xml:space="preserve"> Because both hashes match, the hash calculated before download and the one calculated after, it is correct to state that no errors were introduced during download.</w:t>
      </w:r>
    </w:p>
    <w:p w14:paraId="1EFEC4F5" w14:textId="2F0380B2" w:rsidR="006F3E1D" w:rsidRDefault="006F3E1D" w:rsidP="006F3E1D">
      <w:pPr>
        <w:pStyle w:val="BodyTextL50"/>
      </w:pPr>
      <w:r w:rsidRPr="00A61FA9">
        <w:rPr>
          <w:b/>
        </w:rPr>
        <w:t>Note</w:t>
      </w:r>
      <w:r w:rsidRPr="008A06CA">
        <w:t>:</w:t>
      </w:r>
      <w:r>
        <w:t xml:space="preserve"> While comparing hashes is a relatively robust method </w:t>
      </w:r>
      <w:r w:rsidR="00227F53">
        <w:t xml:space="preserve">to </w:t>
      </w:r>
      <w:r>
        <w:t>detect transmission errors, there are better ways to ensure the file has not been tampered with. Tools</w:t>
      </w:r>
      <w:r w:rsidR="003316B9">
        <w:t>,</w:t>
      </w:r>
      <w:r>
        <w:t xml:space="preserve"> such as </w:t>
      </w:r>
      <w:proofErr w:type="spellStart"/>
      <w:r w:rsidRPr="00151E73">
        <w:rPr>
          <w:b/>
        </w:rPr>
        <w:t>gpg</w:t>
      </w:r>
      <w:proofErr w:type="spellEnd"/>
      <w:r w:rsidR="003316B9" w:rsidRPr="003316B9">
        <w:rPr>
          <w:bCs/>
        </w:rPr>
        <w:t>,</w:t>
      </w:r>
      <w:r>
        <w:t xml:space="preserve"> provide a much better method for ensuring the downloaded file has not been modified by third parties and is in fact the file the publisher meant to publish.</w:t>
      </w:r>
    </w:p>
    <w:p w14:paraId="3B033355" w14:textId="2BDE8CA8" w:rsidR="00C162C0" w:rsidRPr="006F3E1D" w:rsidRDefault="006F3E1D" w:rsidP="006F3E1D">
      <w:pPr>
        <w:pStyle w:val="ConfigWindow"/>
      </w:pPr>
      <w:r>
        <w:t>End of document</w:t>
      </w:r>
    </w:p>
    <w:sectPr w:rsidR="00C162C0" w:rsidRPr="006F3E1D"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9BE88C" w14:textId="77777777" w:rsidR="00615005" w:rsidRDefault="00615005" w:rsidP="00710659">
      <w:pPr>
        <w:spacing w:after="0" w:line="240" w:lineRule="auto"/>
      </w:pPr>
      <w:r>
        <w:separator/>
      </w:r>
    </w:p>
    <w:p w14:paraId="29353E31" w14:textId="77777777" w:rsidR="00615005" w:rsidRDefault="00615005"/>
  </w:endnote>
  <w:endnote w:type="continuationSeparator" w:id="0">
    <w:p w14:paraId="5C38218B" w14:textId="77777777" w:rsidR="00615005" w:rsidRDefault="00615005" w:rsidP="00710659">
      <w:pPr>
        <w:spacing w:after="0" w:line="240" w:lineRule="auto"/>
      </w:pPr>
      <w:r>
        <w:continuationSeparator/>
      </w:r>
    </w:p>
    <w:p w14:paraId="706BADBB" w14:textId="77777777" w:rsidR="00615005" w:rsidRDefault="006150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83E3F" w14:textId="038D14F7"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6F3E1D">
          <w:t>2018</w:t>
        </w:r>
      </w:sdtContent>
    </w:sdt>
    <w:r>
      <w:t xml:space="preserve"> - </w:t>
    </w:r>
    <w:r>
      <w:fldChar w:fldCharType="begin"/>
    </w:r>
    <w:r>
      <w:instrText xml:space="preserve"> SAVEDATE  \@ "yyyy"  \* MERGEFORMAT </w:instrText>
    </w:r>
    <w:r>
      <w:fldChar w:fldCharType="separate"/>
    </w:r>
    <w:r w:rsidR="006029B5">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B0795" w14:textId="662A73EB"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6F3E1D">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6029B5">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619451" w14:textId="77777777" w:rsidR="00615005" w:rsidRDefault="00615005" w:rsidP="00710659">
      <w:pPr>
        <w:spacing w:after="0" w:line="240" w:lineRule="auto"/>
      </w:pPr>
      <w:r>
        <w:separator/>
      </w:r>
    </w:p>
    <w:p w14:paraId="0883B308" w14:textId="77777777" w:rsidR="00615005" w:rsidRDefault="00615005"/>
  </w:footnote>
  <w:footnote w:type="continuationSeparator" w:id="0">
    <w:p w14:paraId="786FE809" w14:textId="77777777" w:rsidR="00615005" w:rsidRDefault="00615005" w:rsidP="00710659">
      <w:pPr>
        <w:spacing w:after="0" w:line="240" w:lineRule="auto"/>
      </w:pPr>
      <w:r>
        <w:continuationSeparator/>
      </w:r>
    </w:p>
    <w:p w14:paraId="78259B66" w14:textId="77777777" w:rsidR="00615005" w:rsidRDefault="006150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8D5E452732D3413D8C2C89CB154A2C49"/>
      </w:placeholder>
      <w:dataBinding w:prefixMappings="xmlns:ns0='http://purl.org/dc/elements/1.1/' xmlns:ns1='http://schemas.openxmlformats.org/package/2006/metadata/core-properties' " w:xpath="/ns1:coreProperties[1]/ns0:title[1]" w:storeItemID="{6C3C8BC8-F283-45AE-878A-BAB7291924A1}"/>
      <w:text/>
    </w:sdtPr>
    <w:sdtEndPr/>
    <w:sdtContent>
      <w:p w14:paraId="5C266281" w14:textId="77777777" w:rsidR="00926CB2" w:rsidRDefault="006F3E1D" w:rsidP="008402F2">
        <w:pPr>
          <w:pStyle w:val="PageHead"/>
        </w:pPr>
        <w:r>
          <w:t>Lab - Hashing Things Out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937C2" w14:textId="77777777" w:rsidR="00926CB2" w:rsidRDefault="00882B63" w:rsidP="006C3FCF">
    <w:pPr>
      <w:ind w:left="-288"/>
    </w:pPr>
    <w:r>
      <w:rPr>
        <w:noProof/>
      </w:rPr>
      <w:drawing>
        <wp:inline distT="0" distB="0" distL="0" distR="0" wp14:anchorId="7E9E6326" wp14:editId="1D4EACFB">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B1245132"/>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6DA827C1"/>
    <w:multiLevelType w:val="multilevel"/>
    <w:tmpl w:val="7398136E"/>
    <w:lvl w:ilvl="0">
      <w:start w:val="1"/>
      <w:numFmt w:val="decimal"/>
      <w:suff w:val="space"/>
      <w:lvlText w:val="Part %1:"/>
      <w:lvlJc w:val="left"/>
      <w:pPr>
        <w:ind w:left="0" w:firstLine="0"/>
      </w:pPr>
      <w:rPr>
        <w:rFonts w:hint="default"/>
      </w:rPr>
    </w:lvl>
    <w:lvl w:ilvl="1">
      <w:start w:val="1"/>
      <w:numFmt w:val="decimal"/>
      <w:pStyle w:val="TaskHead"/>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B4A"/>
    <w:rsid w:val="00001BDF"/>
    <w:rsid w:val="0000380F"/>
    <w:rsid w:val="00004175"/>
    <w:rsid w:val="000059C9"/>
    <w:rsid w:val="0000683C"/>
    <w:rsid w:val="00012C22"/>
    <w:rsid w:val="000160F7"/>
    <w:rsid w:val="00016D5B"/>
    <w:rsid w:val="00016F30"/>
    <w:rsid w:val="0002047C"/>
    <w:rsid w:val="00021B9A"/>
    <w:rsid w:val="000242D6"/>
    <w:rsid w:val="00024EE5"/>
    <w:rsid w:val="00041AF6"/>
    <w:rsid w:val="00044E62"/>
    <w:rsid w:val="00050141"/>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27F53"/>
    <w:rsid w:val="00231DCA"/>
    <w:rsid w:val="00235792"/>
    <w:rsid w:val="00242E3A"/>
    <w:rsid w:val="00246492"/>
    <w:rsid w:val="002506CF"/>
    <w:rsid w:val="0025107F"/>
    <w:rsid w:val="00256ED7"/>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16B9"/>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2E1D"/>
    <w:rsid w:val="00390C38"/>
    <w:rsid w:val="00392748"/>
    <w:rsid w:val="00392C65"/>
    <w:rsid w:val="00392ED5"/>
    <w:rsid w:val="003A19DC"/>
    <w:rsid w:val="003A1B45"/>
    <w:rsid w:val="003A220C"/>
    <w:rsid w:val="003B256A"/>
    <w:rsid w:val="003B2F57"/>
    <w:rsid w:val="003B46FC"/>
    <w:rsid w:val="003B5767"/>
    <w:rsid w:val="003B7605"/>
    <w:rsid w:val="003C08AA"/>
    <w:rsid w:val="003C2A7B"/>
    <w:rsid w:val="003C49EF"/>
    <w:rsid w:val="003C6BCA"/>
    <w:rsid w:val="003C758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279E"/>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29B5"/>
    <w:rsid w:val="006034CB"/>
    <w:rsid w:val="00603503"/>
    <w:rsid w:val="00603C52"/>
    <w:rsid w:val="006131CE"/>
    <w:rsid w:val="0061336B"/>
    <w:rsid w:val="00615005"/>
    <w:rsid w:val="00617D6E"/>
    <w:rsid w:val="00620ED5"/>
    <w:rsid w:val="00622D61"/>
    <w:rsid w:val="00624198"/>
    <w:rsid w:val="00632776"/>
    <w:rsid w:val="00636C28"/>
    <w:rsid w:val="00641206"/>
    <w:rsid w:val="006428E5"/>
    <w:rsid w:val="00644958"/>
    <w:rsid w:val="006513FB"/>
    <w:rsid w:val="00656EEF"/>
    <w:rsid w:val="006576AF"/>
    <w:rsid w:val="00670E67"/>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3E1D"/>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4218"/>
    <w:rsid w:val="00796C25"/>
    <w:rsid w:val="007A287C"/>
    <w:rsid w:val="007A3B2A"/>
    <w:rsid w:val="007A469B"/>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71D"/>
    <w:rsid w:val="00882B63"/>
    <w:rsid w:val="00883500"/>
    <w:rsid w:val="0088426A"/>
    <w:rsid w:val="008852BA"/>
    <w:rsid w:val="00890108"/>
    <w:rsid w:val="00893877"/>
    <w:rsid w:val="0089532C"/>
    <w:rsid w:val="00895B22"/>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27B7B"/>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6650F"/>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2A11"/>
    <w:rsid w:val="00C162C0"/>
    <w:rsid w:val="00C1712C"/>
    <w:rsid w:val="00C20634"/>
    <w:rsid w:val="00C20B4A"/>
    <w:rsid w:val="00C212E0"/>
    <w:rsid w:val="00C23E16"/>
    <w:rsid w:val="00C27E37"/>
    <w:rsid w:val="00C32713"/>
    <w:rsid w:val="00C351B8"/>
    <w:rsid w:val="00C3609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29DB"/>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19E8"/>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2FDE"/>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49FC"/>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1458"/>
    <w:rsid w:val="00FF1F3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FA5A6"/>
  <w15:docId w15:val="{ECD9E426-94B2-4D95-B53C-36D81BD65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6029B5"/>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6029B5"/>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6029B5"/>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E12FDE"/>
    <w:pPr>
      <w:keepNext/>
      <w:spacing w:before="0" w:after="0" w:line="240" w:lineRule="auto"/>
      <w:outlineLvl w:val="2"/>
    </w:pPr>
    <w:rPr>
      <w:rFonts w:eastAsia="Times New Roman"/>
      <w:b/>
      <w:bCs/>
      <w:color w:val="FFFFFF" w:themeColor="background1"/>
      <w:sz w:val="6"/>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12FDE"/>
    <w:pPr>
      <w:spacing w:after="9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12FDE"/>
    <w:pPr>
      <w:spacing w:before="0" w:after="0"/>
    </w:pPr>
    <w:rPr>
      <w:i/>
      <w:color w:val="FFFFFF" w:themeColor="background1"/>
      <w:sz w:val="6"/>
    </w:rPr>
  </w:style>
  <w:style w:type="paragraph" w:customStyle="1" w:styleId="SubStepAlpha">
    <w:name w:val="SubStep Alpha"/>
    <w:basedOn w:val="BodyTextL25"/>
    <w:qFormat/>
    <w:rsid w:val="006029B5"/>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6029B5"/>
    <w:pPr>
      <w:numPr>
        <w:ilvl w:val="3"/>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6029B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E12FDE"/>
    <w:rPr>
      <w:rFonts w:eastAsia="Times New Roman"/>
      <w:b/>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TaskHead">
    <w:name w:val="Task Head"/>
    <w:basedOn w:val="Normal"/>
    <w:next w:val="BodyTextL25"/>
    <w:rsid w:val="003316B9"/>
    <w:pPr>
      <w:keepNext/>
      <w:numPr>
        <w:ilvl w:val="1"/>
        <w:numId w:val="10"/>
      </w:numPr>
      <w:spacing w:before="240"/>
      <w:outlineLvl w:val="0"/>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D5E452732D3413D8C2C89CB154A2C49"/>
        <w:category>
          <w:name w:val="General"/>
          <w:gallery w:val="placeholder"/>
        </w:category>
        <w:types>
          <w:type w:val="bbPlcHdr"/>
        </w:types>
        <w:behaviors>
          <w:behavior w:val="content"/>
        </w:behaviors>
        <w:guid w:val="{6EB607F3-077C-4FBB-B73C-364E70A365EA}"/>
      </w:docPartPr>
      <w:docPartBody>
        <w:p w:rsidR="00A04157" w:rsidRDefault="00180A57">
          <w:pPr>
            <w:pStyle w:val="8D5E452732D3413D8C2C89CB154A2C49"/>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A57"/>
    <w:rsid w:val="00180A57"/>
    <w:rsid w:val="001F51FA"/>
    <w:rsid w:val="006C182E"/>
    <w:rsid w:val="00A04157"/>
    <w:rsid w:val="00A22097"/>
    <w:rsid w:val="00D5615C"/>
    <w:rsid w:val="00F36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D5E452732D3413D8C2C89CB154A2C49">
    <w:name w:val="8D5E452732D3413D8C2C89CB154A2C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E11269-A17D-4739-9CC5-BC654CDA1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49</TotalTime>
  <Pages>3</Pages>
  <Words>1005</Words>
  <Characters>5729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Lab - Hashing Things Out</vt:lpstr>
    </vt:vector>
  </TitlesOfParts>
  <Company>Cisco Systems, Inc.</Company>
  <LinksUpToDate>false</LinksUpToDate>
  <CharactersWithSpaces>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Hashing Things Out</dc:title>
  <dc:creator>SP</dc:creator>
  <dc:description>2018</dc:description>
  <cp:lastModifiedBy>Suk-Yi Pennock -X (spennock - UNICON INC at Cisco)</cp:lastModifiedBy>
  <cp:revision>11</cp:revision>
  <dcterms:created xsi:type="dcterms:W3CDTF">2020-05-28T04:56:00Z</dcterms:created>
  <dcterms:modified xsi:type="dcterms:W3CDTF">2020-07-16T05:07:00Z</dcterms:modified>
</cp:coreProperties>
</file>